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2BA" w:rsidRDefault="005502BA" w:rsidP="00453BA2">
      <w:pPr>
        <w:pStyle w:val="PlainText"/>
        <w:jc w:val="center"/>
        <w:rPr>
          <w:rFonts w:ascii="Times New Roman" w:hAnsi="Times New Roman" w:cs="Times New Roman"/>
          <w:color w:val="800000"/>
          <w:sz w:val="36"/>
          <w:szCs w:val="36"/>
        </w:rPr>
      </w:pPr>
    </w:p>
    <w:p w:rsidR="005502BA" w:rsidRPr="00453BA2" w:rsidRDefault="005502BA" w:rsidP="00453BA2">
      <w:pPr>
        <w:pStyle w:val="PlainText"/>
        <w:jc w:val="center"/>
        <w:rPr>
          <w:rFonts w:ascii="Times New Roman" w:hAnsi="Times New Roman" w:cs="Times New Roman"/>
          <w:color w:val="800000"/>
          <w:sz w:val="36"/>
          <w:szCs w:val="36"/>
        </w:rPr>
      </w:pPr>
      <w:r w:rsidRPr="00453BA2">
        <w:rPr>
          <w:rFonts w:ascii="Times New Roman" w:hAnsi="Times New Roman" w:cs="Times New Roman"/>
          <w:color w:val="800000"/>
          <w:sz w:val="36"/>
          <w:szCs w:val="36"/>
        </w:rPr>
        <w:t xml:space="preserve">РЕШЕНИЕ                  </w:t>
      </w:r>
    </w:p>
    <w:p w:rsidR="005502BA" w:rsidRPr="00801561" w:rsidRDefault="005502BA" w:rsidP="00453BA2">
      <w:pPr>
        <w:jc w:val="center"/>
        <w:rPr>
          <w:rFonts w:ascii="Times New Roman" w:hAnsi="Times New Roman"/>
          <w:sz w:val="28"/>
          <w:szCs w:val="28"/>
        </w:rPr>
      </w:pPr>
    </w:p>
    <w:p w:rsidR="005502BA" w:rsidRPr="00453BA2" w:rsidRDefault="005502BA" w:rsidP="00453BA2">
      <w:pPr>
        <w:jc w:val="both"/>
        <w:rPr>
          <w:rFonts w:ascii="Times New Roman" w:hAnsi="Times New Roman"/>
          <w:color w:val="17365D"/>
          <w:sz w:val="28"/>
          <w:szCs w:val="28"/>
        </w:rPr>
      </w:pPr>
      <w:r w:rsidRPr="00453BA2">
        <w:rPr>
          <w:rFonts w:ascii="Times New Roman" w:hAnsi="Times New Roman"/>
          <w:color w:val="17365D"/>
          <w:sz w:val="28"/>
          <w:szCs w:val="28"/>
        </w:rPr>
        <w:t>18.02.2014 года  № 3/1</w:t>
      </w:r>
    </w:p>
    <w:p w:rsidR="005502BA" w:rsidRPr="00453BA2" w:rsidRDefault="005502BA" w:rsidP="00453BA2">
      <w:pPr>
        <w:tabs>
          <w:tab w:val="left" w:pos="4680"/>
        </w:tabs>
        <w:ind w:right="4315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Об отчете главы управы района Кузьминки  города Москвы  о результатах деятельности управы района Кузьминки в 2013 году</w:t>
      </w:r>
    </w:p>
    <w:p w:rsidR="005502BA" w:rsidRPr="00453BA2" w:rsidRDefault="005502BA" w:rsidP="00453BA2">
      <w:pPr>
        <w:pStyle w:val="BodyTextIndent"/>
        <w:ind w:firstLine="709"/>
        <w:rPr>
          <w:color w:val="17365D"/>
        </w:rPr>
      </w:pPr>
    </w:p>
    <w:p w:rsidR="005502BA" w:rsidRPr="00453BA2" w:rsidRDefault="005502BA" w:rsidP="00453BA2">
      <w:pPr>
        <w:pStyle w:val="BodyTextIndent"/>
        <w:ind w:firstLine="709"/>
        <w:rPr>
          <w:b/>
          <w:color w:val="17365D"/>
        </w:rPr>
      </w:pPr>
      <w:r w:rsidRPr="00453BA2">
        <w:rPr>
          <w:color w:val="17365D"/>
        </w:rPr>
        <w:t xml:space="preserve">В соответствии с пунктом 1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 и по результатам заслушивания ежегодного отчета главы управы района Кузьминки города Москвы  (далее – управа района) о деятельности управы района, </w:t>
      </w:r>
      <w:r w:rsidRPr="00453BA2">
        <w:rPr>
          <w:b/>
          <w:color w:val="17365D"/>
        </w:rPr>
        <w:t>Совет депутатов решил:</w:t>
      </w:r>
    </w:p>
    <w:p w:rsidR="005502BA" w:rsidRPr="00453BA2" w:rsidRDefault="005502BA" w:rsidP="00453BA2">
      <w:pPr>
        <w:pStyle w:val="BodyTextIndent"/>
        <w:ind w:firstLine="709"/>
        <w:rPr>
          <w:color w:val="17365D"/>
        </w:rPr>
      </w:pPr>
      <w:r w:rsidRPr="00453BA2">
        <w:rPr>
          <w:color w:val="17365D"/>
        </w:rPr>
        <w:t>1. Принять отчет главы управы района  о деятельности управы района Кузьминки города Москвы  в 2013 году к сведению.</w:t>
      </w:r>
    </w:p>
    <w:p w:rsidR="005502BA" w:rsidRPr="00453BA2" w:rsidRDefault="005502BA" w:rsidP="00453BA2">
      <w:pPr>
        <w:pStyle w:val="BodyTextIndent"/>
        <w:ind w:firstLine="709"/>
        <w:rPr>
          <w:color w:val="17365D"/>
        </w:rPr>
      </w:pPr>
      <w:r w:rsidRPr="00453BA2">
        <w:rPr>
          <w:color w:val="17365D"/>
        </w:rPr>
        <w:t>2. Отметить, что работа управы района, по сравнению с 2012 годом, качественно улучшилась, что связано с повышением ответственности при исполнении должностных обязанностей, как руководящим составом, так и специалистами  всех уровней.</w:t>
      </w:r>
    </w:p>
    <w:p w:rsidR="005502BA" w:rsidRPr="00453BA2" w:rsidRDefault="005502BA" w:rsidP="00453BA2">
      <w:pPr>
        <w:pStyle w:val="BodyTextIndent"/>
        <w:ind w:firstLine="709"/>
        <w:rPr>
          <w:color w:val="17365D"/>
        </w:rPr>
      </w:pPr>
      <w:r w:rsidRPr="00453BA2">
        <w:rPr>
          <w:color w:val="17365D"/>
        </w:rPr>
        <w:t>3.  Продолжить в 2014 году взаимодействие с депутатским корпусом  и общественными организациями района в целях повышения  реагирования на актуальные проблемы жителей, в части касающейся принятия соответствующих мер по усилению контроля над  объективностью и качеством официальных ответов управы района  на портале «Наш город» в информационно-телекоммуникационной сети «Интернет» и на обращения граждан.</w:t>
      </w:r>
    </w:p>
    <w:p w:rsidR="005502BA" w:rsidRPr="00453BA2" w:rsidRDefault="005502BA" w:rsidP="00453BA2">
      <w:pPr>
        <w:pStyle w:val="BodyTextIndent"/>
        <w:ind w:firstLine="709"/>
        <w:rPr>
          <w:color w:val="17365D"/>
        </w:rPr>
      </w:pPr>
      <w:r w:rsidRPr="00453BA2">
        <w:rPr>
          <w:color w:val="17365D"/>
        </w:rPr>
        <w:t xml:space="preserve">4. Направить настоящее решение в </w:t>
      </w:r>
      <w:r w:rsidRPr="00453BA2">
        <w:rPr>
          <w:i/>
          <w:color w:val="17365D"/>
        </w:rPr>
        <w:t>управу района Кузьминки города Москвы, префектуру Юго-Восточного административного округа города Москвы, Департамент территориальных органов исполнительной власти города Москвы</w:t>
      </w:r>
      <w:r w:rsidRPr="00453BA2">
        <w:rPr>
          <w:color w:val="17365D"/>
        </w:rPr>
        <w:t>.</w:t>
      </w:r>
    </w:p>
    <w:p w:rsidR="005502BA" w:rsidRPr="00453BA2" w:rsidRDefault="005502BA" w:rsidP="00453BA2">
      <w:pPr>
        <w:pStyle w:val="BodyTextIndent"/>
        <w:ind w:firstLine="709"/>
        <w:rPr>
          <w:color w:val="17365D"/>
        </w:rPr>
      </w:pPr>
      <w:r w:rsidRPr="00453BA2">
        <w:rPr>
          <w:color w:val="17365D"/>
        </w:rPr>
        <w:t>5. Опубликовать настоящее решение в газете «Кузьминки», разместить на официальных сайтах управы района и муниципального округа Кузьминки.</w:t>
      </w:r>
    </w:p>
    <w:p w:rsidR="005502BA" w:rsidRPr="00453BA2" w:rsidRDefault="005502BA" w:rsidP="00453BA2">
      <w:pPr>
        <w:pStyle w:val="BodyTextIndent"/>
        <w:ind w:firstLine="709"/>
        <w:rPr>
          <w:i/>
          <w:color w:val="17365D"/>
        </w:rPr>
      </w:pPr>
      <w:r w:rsidRPr="00453BA2">
        <w:rPr>
          <w:color w:val="17365D"/>
        </w:rPr>
        <w:t xml:space="preserve">6. Контроль за выполнением настоящего решения возложить на главу муниципального округа Кузьминки  в городе Москве </w:t>
      </w:r>
      <w:r w:rsidRPr="00453BA2">
        <w:rPr>
          <w:i/>
          <w:color w:val="17365D"/>
        </w:rPr>
        <w:t>Калабекова Алана Лазаревича.</w:t>
      </w:r>
    </w:p>
    <w:p w:rsidR="005502BA" w:rsidRPr="00453BA2" w:rsidRDefault="005502BA" w:rsidP="00453BA2">
      <w:pPr>
        <w:ind w:firstLine="709"/>
        <w:jc w:val="both"/>
        <w:rPr>
          <w:color w:val="17365D"/>
          <w:sz w:val="28"/>
          <w:szCs w:val="28"/>
        </w:rPr>
      </w:pPr>
    </w:p>
    <w:p w:rsidR="005502BA" w:rsidRPr="00453BA2" w:rsidRDefault="005502BA" w:rsidP="00453BA2">
      <w:pPr>
        <w:spacing w:after="0" w:line="228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Глава </w:t>
      </w:r>
      <w:r w:rsidRPr="00453BA2">
        <w:rPr>
          <w:rFonts w:ascii="Times New Roman" w:hAnsi="Times New Roman"/>
          <w:b/>
          <w:bCs/>
          <w:color w:val="17365D"/>
          <w:spacing w:val="-3"/>
          <w:sz w:val="28"/>
          <w:szCs w:val="28"/>
        </w:rPr>
        <w:t>муниципального округа</w:t>
      </w:r>
    </w:p>
    <w:p w:rsidR="005502BA" w:rsidRPr="00453BA2" w:rsidRDefault="005502BA" w:rsidP="00453BA2">
      <w:pPr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Кузьминки</w:t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  <w:t xml:space="preserve"> </w:t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               А.Л. Калабеков</w:t>
      </w:r>
    </w:p>
    <w:p w:rsidR="005502BA" w:rsidRDefault="005502BA" w:rsidP="00453BA2">
      <w:pPr>
        <w:rPr>
          <w:rFonts w:ascii="Times New Roman" w:hAnsi="Times New Roman"/>
          <w:b/>
          <w:sz w:val="28"/>
          <w:szCs w:val="28"/>
        </w:rPr>
      </w:pPr>
    </w:p>
    <w:p w:rsidR="005502BA" w:rsidRDefault="005502BA" w:rsidP="00453BA2">
      <w:pPr>
        <w:rPr>
          <w:rFonts w:ascii="Times New Roman" w:hAnsi="Times New Roman"/>
          <w:b/>
          <w:sz w:val="28"/>
          <w:szCs w:val="28"/>
        </w:rPr>
      </w:pPr>
    </w:p>
    <w:p w:rsidR="005502BA" w:rsidRPr="0075301E" w:rsidRDefault="005502BA" w:rsidP="00453BA2">
      <w:pPr>
        <w:pStyle w:val="PlainText"/>
        <w:rPr>
          <w:rFonts w:ascii="Vrinda" w:hAnsi="Vrinda" w:cs="Vrinda"/>
          <w:color w:val="800000"/>
          <w:sz w:val="32"/>
          <w:szCs w:val="32"/>
        </w:rPr>
      </w:pPr>
      <w:r>
        <w:rPr>
          <w:rFonts w:ascii="Verdana" w:hAnsi="Verdana" w:cs="Vrinda"/>
          <w:color w:val="800000"/>
          <w:sz w:val="32"/>
          <w:szCs w:val="32"/>
        </w:rPr>
        <w:t xml:space="preserve">                                 РЕШ</w:t>
      </w:r>
      <w:r w:rsidRPr="00EF3D34">
        <w:rPr>
          <w:rFonts w:ascii="Verdana" w:hAnsi="Verdana" w:cs="Vrinda"/>
          <w:color w:val="800000"/>
          <w:sz w:val="32"/>
          <w:szCs w:val="32"/>
        </w:rPr>
        <w:t>ЕНИЕ</w:t>
      </w:r>
      <w:r>
        <w:rPr>
          <w:rFonts w:ascii="Verdana" w:hAnsi="Verdana" w:cs="Vrinda"/>
          <w:color w:val="800000"/>
          <w:sz w:val="32"/>
          <w:szCs w:val="32"/>
        </w:rPr>
        <w:t xml:space="preserve">                 </w:t>
      </w:r>
    </w:p>
    <w:p w:rsidR="005502BA" w:rsidRPr="002D678B" w:rsidRDefault="005502BA" w:rsidP="00453BA2">
      <w:pPr>
        <w:jc w:val="center"/>
        <w:rPr>
          <w:rFonts w:ascii="Times New Roman" w:hAnsi="Times New Roman"/>
          <w:sz w:val="28"/>
          <w:szCs w:val="28"/>
        </w:rPr>
      </w:pPr>
    </w:p>
    <w:p w:rsidR="005502BA" w:rsidRPr="00453BA2" w:rsidRDefault="005502BA" w:rsidP="00453BA2">
      <w:pPr>
        <w:jc w:val="both"/>
        <w:rPr>
          <w:rFonts w:ascii="Times New Roman" w:hAnsi="Times New Roman"/>
          <w:color w:val="17365D"/>
          <w:sz w:val="28"/>
          <w:szCs w:val="28"/>
        </w:rPr>
      </w:pPr>
      <w:r w:rsidRPr="00453BA2">
        <w:rPr>
          <w:rFonts w:ascii="Times New Roman" w:hAnsi="Times New Roman"/>
          <w:color w:val="17365D"/>
          <w:sz w:val="28"/>
          <w:szCs w:val="28"/>
        </w:rPr>
        <w:t xml:space="preserve">          18.02.2014 года  № 3/2</w:t>
      </w:r>
    </w:p>
    <w:p w:rsidR="005502BA" w:rsidRPr="00453BA2" w:rsidRDefault="005502BA" w:rsidP="00453BA2">
      <w:pPr>
        <w:tabs>
          <w:tab w:val="left" w:pos="5387"/>
        </w:tabs>
        <w:spacing w:after="0"/>
        <w:ind w:left="709" w:right="3968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Об информации руководителя ГКУ «ИС района Кузьминки» города Москвы   о       работе                   ГКУ  </w:t>
      </w:r>
    </w:p>
    <w:p w:rsidR="005502BA" w:rsidRPr="00453BA2" w:rsidRDefault="005502BA" w:rsidP="00453BA2">
      <w:pPr>
        <w:tabs>
          <w:tab w:val="left" w:pos="5387"/>
        </w:tabs>
        <w:spacing w:after="0"/>
        <w:ind w:left="709" w:right="3968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«ИС района Кузьминки» города Москвы в 2013 году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</w:p>
    <w:p w:rsidR="005502BA" w:rsidRPr="00453BA2" w:rsidRDefault="005502BA" w:rsidP="00453BA2">
      <w:pPr>
        <w:pStyle w:val="BodyTextIndent"/>
        <w:ind w:firstLine="700"/>
        <w:rPr>
          <w:b/>
          <w:color w:val="17365D"/>
        </w:rPr>
      </w:pPr>
      <w:r w:rsidRPr="00453BA2">
        <w:rPr>
          <w:color w:val="17365D"/>
        </w:rPr>
        <w:t>Заслушав, в соответствии с пунктом 3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Москвы», ежегодную информацию руководителя  о работе</w:t>
      </w:r>
      <w:r w:rsidRPr="00453BA2">
        <w:rPr>
          <w:b/>
          <w:color w:val="17365D"/>
        </w:rPr>
        <w:t xml:space="preserve"> </w:t>
      </w:r>
      <w:r w:rsidRPr="00453BA2">
        <w:rPr>
          <w:color w:val="17365D"/>
        </w:rPr>
        <w:t xml:space="preserve">ГКУ  «ИС района Кузьминки» города Москвы  в 2013 году, </w:t>
      </w:r>
      <w:r w:rsidRPr="00453BA2">
        <w:rPr>
          <w:b/>
          <w:color w:val="17365D"/>
        </w:rPr>
        <w:t>Совет депутатов решил: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1. Принять информацию руководителя о работе ГКУ «ИС района Кузьминки» города Москвы  в 2013 году к сведению.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2. Признать работу ГКУ «Инженерная служба района Кузьминки» города Москвы в 2013 году удовлетворительной.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3. Рекомендовать руководителю ГКУ «Инженерная служба района Кузьминки» города Москвы: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3.1. усилить взаимодействие с Советом старших по домам и жителями района Кузьминки, а также депутатами Совета депутатов при составлении адресных перечней по  благоустройству дворовых территорий;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3.2. принять меры по улучшению качества работы диспетчерской службы.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4. Продолжить взаимодействие с Советом депутатов МО Кузьминки по вопросам участия депутатов в работе комиссий, осуществляющих открытие работ и приемку выполненных работ по благоустройству дворовых территорий.</w:t>
      </w:r>
    </w:p>
    <w:p w:rsidR="005502BA" w:rsidRPr="00453BA2" w:rsidRDefault="005502BA" w:rsidP="00453BA2">
      <w:pPr>
        <w:pStyle w:val="BodyTextIndent"/>
        <w:ind w:firstLine="700"/>
        <w:rPr>
          <w:i/>
          <w:color w:val="17365D"/>
        </w:rPr>
      </w:pPr>
      <w:r w:rsidRPr="00453BA2">
        <w:rPr>
          <w:color w:val="17365D"/>
        </w:rPr>
        <w:t xml:space="preserve">5. Направить настоящее решение в </w:t>
      </w:r>
      <w:r w:rsidRPr="00453BA2">
        <w:rPr>
          <w:i/>
          <w:color w:val="17365D"/>
        </w:rPr>
        <w:t>управу Кузьминки города Москвы, в префектуру Юго-Восточного административного округа города Москвы, Департамент жилищно-коммунального хозяйства и благоустройства города Москвы, Департамент территориальных органов исполнительной власти города Москвы.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6. Опубликовать настоящее решение в газете «Кузьминки» и разместить на официальных сайтах  муниципального округа Кузьминки и управы района Кузьминки.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7. Контроль за исполнением настоящего решения возложить на главу муниципального округа Кузьминки в городе Москве </w:t>
      </w:r>
      <w:r w:rsidRPr="00453BA2">
        <w:rPr>
          <w:i/>
          <w:color w:val="17365D"/>
        </w:rPr>
        <w:t>Калабекова Алана Лазаревича</w:t>
      </w:r>
      <w:r w:rsidRPr="00453BA2">
        <w:rPr>
          <w:color w:val="17365D"/>
        </w:rPr>
        <w:t>.</w:t>
      </w:r>
    </w:p>
    <w:p w:rsidR="005502BA" w:rsidRPr="00453BA2" w:rsidRDefault="005502BA" w:rsidP="00453BA2">
      <w:pPr>
        <w:spacing w:after="0" w:line="228" w:lineRule="auto"/>
        <w:ind w:left="709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Глава </w:t>
      </w:r>
      <w:r w:rsidRPr="00453BA2">
        <w:rPr>
          <w:rFonts w:ascii="Times New Roman" w:hAnsi="Times New Roman"/>
          <w:b/>
          <w:bCs/>
          <w:color w:val="17365D"/>
          <w:spacing w:val="-3"/>
          <w:sz w:val="28"/>
          <w:szCs w:val="28"/>
        </w:rPr>
        <w:t>муниципального округа</w:t>
      </w:r>
    </w:p>
    <w:p w:rsidR="005502BA" w:rsidRPr="00453BA2" w:rsidRDefault="005502BA" w:rsidP="00453BA2">
      <w:pPr>
        <w:rPr>
          <w:color w:val="17365D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         Кузьминки</w:t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  <w:t xml:space="preserve"> </w:t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            А.Л. Калабеков</w:t>
      </w:r>
    </w:p>
    <w:p w:rsidR="005502BA" w:rsidRPr="00453BA2" w:rsidRDefault="005502BA" w:rsidP="00453BA2">
      <w:pPr>
        <w:rPr>
          <w:color w:val="17365D"/>
        </w:rPr>
      </w:pPr>
    </w:p>
    <w:p w:rsidR="005502BA" w:rsidRPr="00801561" w:rsidRDefault="005502BA" w:rsidP="00453BA2">
      <w:pPr>
        <w:pStyle w:val="PlainText"/>
        <w:jc w:val="center"/>
        <w:rPr>
          <w:rFonts w:ascii="Times New Roman" w:hAnsi="Times New Roman" w:cs="Times New Roman"/>
          <w:color w:val="800000"/>
          <w:sz w:val="32"/>
          <w:szCs w:val="32"/>
        </w:rPr>
      </w:pPr>
      <w:r>
        <w:rPr>
          <w:rFonts w:ascii="Times New Roman" w:hAnsi="Times New Roman" w:cs="Times New Roman"/>
          <w:color w:val="800000"/>
          <w:sz w:val="32"/>
          <w:szCs w:val="32"/>
        </w:rPr>
        <w:t xml:space="preserve">  </w:t>
      </w:r>
      <w:r w:rsidRPr="00801561">
        <w:rPr>
          <w:rFonts w:ascii="Times New Roman" w:hAnsi="Times New Roman" w:cs="Times New Roman"/>
          <w:color w:val="800000"/>
          <w:sz w:val="32"/>
          <w:szCs w:val="32"/>
        </w:rPr>
        <w:t xml:space="preserve"> РЕШЕНИЕ                  </w:t>
      </w:r>
    </w:p>
    <w:p w:rsidR="005502BA" w:rsidRPr="00453BA2" w:rsidRDefault="005502BA" w:rsidP="00453BA2">
      <w:pPr>
        <w:jc w:val="center"/>
        <w:rPr>
          <w:rFonts w:ascii="Times New Roman" w:hAnsi="Times New Roman"/>
          <w:color w:val="17365D"/>
          <w:sz w:val="28"/>
          <w:szCs w:val="28"/>
        </w:rPr>
      </w:pPr>
    </w:p>
    <w:p w:rsidR="005502BA" w:rsidRPr="00453BA2" w:rsidRDefault="005502BA" w:rsidP="00453BA2">
      <w:pPr>
        <w:jc w:val="both"/>
        <w:rPr>
          <w:rFonts w:ascii="Times New Roman" w:hAnsi="Times New Roman"/>
          <w:color w:val="17365D"/>
          <w:sz w:val="28"/>
          <w:szCs w:val="28"/>
        </w:rPr>
      </w:pPr>
      <w:r w:rsidRPr="00453BA2">
        <w:rPr>
          <w:rFonts w:ascii="Times New Roman" w:hAnsi="Times New Roman"/>
          <w:color w:val="17365D"/>
          <w:sz w:val="28"/>
          <w:szCs w:val="28"/>
        </w:rPr>
        <w:t>18.02.2014 года  № 3/3</w:t>
      </w:r>
    </w:p>
    <w:p w:rsidR="005502BA" w:rsidRPr="00453BA2" w:rsidRDefault="005502BA" w:rsidP="00453BA2">
      <w:pPr>
        <w:tabs>
          <w:tab w:val="left" w:pos="5245"/>
        </w:tabs>
        <w:spacing w:after="0"/>
        <w:ind w:left="709" w:right="4110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Об отчете начальника Отдела МВД России по району Кузьминки  города Москвы в 2013 году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</w:p>
    <w:p w:rsidR="005502BA" w:rsidRPr="00453BA2" w:rsidRDefault="005502BA" w:rsidP="00453BA2">
      <w:pPr>
        <w:pStyle w:val="BodyTextIndent"/>
        <w:ind w:firstLine="700"/>
        <w:rPr>
          <w:b/>
          <w:color w:val="17365D"/>
        </w:rPr>
      </w:pPr>
      <w:r w:rsidRPr="00453BA2">
        <w:rPr>
          <w:color w:val="17365D"/>
        </w:rPr>
        <w:t xml:space="preserve">Заслушав, в соответствии с  частью 3 статьи 8 Федерального закона  от 7 февраля 2011 года № 3-ФЗ «О полиции»,  Приказом МВД РФ от 30 августа 2011 года №975 «Об организации и проведении отчетов должностных лиц территориальных органов МВД России», отчет начальника Отдела МВД России по району Кузьминки города Москвы  в 2013 году, </w:t>
      </w:r>
      <w:r w:rsidRPr="00453BA2">
        <w:rPr>
          <w:b/>
          <w:color w:val="17365D"/>
        </w:rPr>
        <w:t>Совет депутатов решил: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1. Принять отчет начальника  Отдела МВД России по району Кузьминки  города Москвы  по итогам оперативно-служебной деятельности в 2013 году к сведению.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2.  Отметить, что за отчетный период в целом снизился общий уровень преступности на территории муниципального округа Кузьминки.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3. Признать работу Отдела МВД России по району Кузьминки города Москвы удовлетворительной.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4. Рекомендовать начальнику Отдела МВД России по району Кузьминки: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1)  усилить контроль за работой участковых уполномоченных полиции, продолжить взаимодействие с общественными организациями района и старшими по домам;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2) совместно с управой района организовать «Горячую линию» для связи с депутатами Совета депутатов, старшими по домам, руководителями общественных организаций.</w:t>
      </w:r>
    </w:p>
    <w:p w:rsidR="005502BA" w:rsidRPr="00453BA2" w:rsidRDefault="005502BA" w:rsidP="00453BA2">
      <w:pPr>
        <w:pStyle w:val="BodyTextIndent"/>
        <w:ind w:firstLine="700"/>
        <w:rPr>
          <w:i/>
          <w:color w:val="17365D"/>
        </w:rPr>
      </w:pPr>
      <w:r w:rsidRPr="00453BA2">
        <w:rPr>
          <w:color w:val="17365D"/>
        </w:rPr>
        <w:t xml:space="preserve">5. Направить настоящее решение в  </w:t>
      </w:r>
      <w:r w:rsidRPr="00453BA2">
        <w:rPr>
          <w:i/>
          <w:color w:val="17365D"/>
        </w:rPr>
        <w:t>Управление МВД России по ЮВАО города Москвы, Отдел МВД России по району Кузьминки города Москвы.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6. Опубликовать настоящее решение в газете «Кузьминки» и разместить на официальных сайтах  муниципального округа Кузьминки и управы района Кузьминки.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7. Контроль за исполнением настоящего решения возложить на главу муниципального округа Кузьминки в городе Москве </w:t>
      </w:r>
      <w:r w:rsidRPr="00453BA2">
        <w:rPr>
          <w:i/>
          <w:color w:val="17365D"/>
        </w:rPr>
        <w:t>Калабекова Алана Лазаревича</w:t>
      </w:r>
      <w:r w:rsidRPr="00453BA2">
        <w:rPr>
          <w:color w:val="17365D"/>
        </w:rPr>
        <w:t>.</w:t>
      </w:r>
    </w:p>
    <w:p w:rsidR="005502BA" w:rsidRPr="00453BA2" w:rsidRDefault="005502BA" w:rsidP="00453BA2">
      <w:pPr>
        <w:jc w:val="both"/>
        <w:rPr>
          <w:color w:val="17365D"/>
          <w:sz w:val="28"/>
          <w:szCs w:val="28"/>
        </w:rPr>
      </w:pPr>
    </w:p>
    <w:p w:rsidR="005502BA" w:rsidRPr="00453BA2" w:rsidRDefault="005502BA" w:rsidP="00453BA2">
      <w:pPr>
        <w:spacing w:after="0" w:line="228" w:lineRule="auto"/>
        <w:ind w:left="709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Глава </w:t>
      </w:r>
      <w:r w:rsidRPr="00453BA2">
        <w:rPr>
          <w:rFonts w:ascii="Times New Roman" w:hAnsi="Times New Roman"/>
          <w:b/>
          <w:bCs/>
          <w:color w:val="17365D"/>
          <w:spacing w:val="-3"/>
          <w:sz w:val="28"/>
          <w:szCs w:val="28"/>
        </w:rPr>
        <w:t>муниципального округа</w:t>
      </w:r>
    </w:p>
    <w:p w:rsidR="005502BA" w:rsidRDefault="005502BA" w:rsidP="00453BA2">
      <w:pPr>
        <w:ind w:left="709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Кузьминки</w:t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  <w:t xml:space="preserve"> </w:t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             А.Л. Калабеков</w:t>
      </w:r>
    </w:p>
    <w:p w:rsidR="005502BA" w:rsidRDefault="005502BA" w:rsidP="00453BA2">
      <w:pPr>
        <w:ind w:left="709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Default="005502BA" w:rsidP="00453BA2">
      <w:pPr>
        <w:ind w:left="709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Default="005502BA" w:rsidP="00453BA2">
      <w:pPr>
        <w:pStyle w:val="PlainText"/>
        <w:rPr>
          <w:rFonts w:ascii="Vrinda" w:hAnsi="Vrinda" w:cs="Vrinda"/>
          <w:color w:val="800000"/>
          <w:sz w:val="32"/>
          <w:szCs w:val="32"/>
        </w:rPr>
      </w:pPr>
      <w:r>
        <w:rPr>
          <w:rFonts w:ascii="Verdana" w:hAnsi="Verdana" w:cs="Vrinda"/>
          <w:color w:val="800000"/>
          <w:sz w:val="32"/>
          <w:szCs w:val="32"/>
        </w:rPr>
        <w:t xml:space="preserve">                                  РЕШЕНИЕ                            </w:t>
      </w:r>
    </w:p>
    <w:p w:rsidR="005502BA" w:rsidRDefault="005502BA" w:rsidP="00453BA2">
      <w:pPr>
        <w:jc w:val="both"/>
      </w:pPr>
    </w:p>
    <w:p w:rsidR="005502BA" w:rsidRPr="00453BA2" w:rsidRDefault="005502BA" w:rsidP="00453BA2">
      <w:pPr>
        <w:jc w:val="both"/>
        <w:rPr>
          <w:rFonts w:ascii="Times New Roman" w:hAnsi="Times New Roman"/>
          <w:color w:val="17365D"/>
          <w:sz w:val="28"/>
          <w:szCs w:val="28"/>
        </w:rPr>
      </w:pPr>
      <w:r w:rsidRPr="00453BA2">
        <w:rPr>
          <w:rFonts w:ascii="Times New Roman" w:hAnsi="Times New Roman"/>
          <w:color w:val="17365D"/>
          <w:sz w:val="28"/>
          <w:szCs w:val="28"/>
        </w:rPr>
        <w:t>18.03.2014 года  № 4/1</w:t>
      </w:r>
    </w:p>
    <w:p w:rsidR="005502BA" w:rsidRPr="00453BA2" w:rsidRDefault="005502BA" w:rsidP="00453BA2">
      <w:pPr>
        <w:spacing w:after="0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Pr="00453BA2" w:rsidRDefault="005502BA" w:rsidP="00453BA2">
      <w:pPr>
        <w:spacing w:after="0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Об       информации     главного       врача    ГБУЗ</w:t>
      </w:r>
    </w:p>
    <w:p w:rsidR="005502BA" w:rsidRPr="00453BA2" w:rsidRDefault="005502BA" w:rsidP="00453BA2">
      <w:pPr>
        <w:spacing w:after="0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«Городская     поликлиника  № 9   Департамента</w:t>
      </w:r>
    </w:p>
    <w:p w:rsidR="005502BA" w:rsidRPr="00453BA2" w:rsidRDefault="005502BA" w:rsidP="00453BA2">
      <w:pPr>
        <w:spacing w:after="0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здравоохранения    города      Москвы»  о   работе  </w:t>
      </w:r>
    </w:p>
    <w:p w:rsidR="005502BA" w:rsidRPr="00453BA2" w:rsidRDefault="005502BA" w:rsidP="00453BA2">
      <w:pPr>
        <w:spacing w:after="0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учреждений   системы                 здравоохранения </w:t>
      </w:r>
    </w:p>
    <w:p w:rsidR="005502BA" w:rsidRPr="00453BA2" w:rsidRDefault="005502BA" w:rsidP="00453BA2">
      <w:pPr>
        <w:spacing w:after="0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муниципального округа Кузьминки в 2013 году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и постановлением Правительства Москвы от 10 сентября 2012 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 ежегодную информацию Главного врача  ГБУЗ «ГП № 9 ДЗМ города Москвы» о работе учреждения системы здравоохранения, обслуживающего жителей муниципального округа Кузьминки за 2013 год, </w:t>
      </w:r>
      <w:r w:rsidRPr="00453BA2">
        <w:rPr>
          <w:b/>
          <w:color w:val="17365D"/>
        </w:rPr>
        <w:t>Совет депутатов  муниципального округа Кузьминки решил: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1. Принять информацию главного врача ГБУЗ «Городская поликлиника  №9 Департамента здравоохранения города Москвы»   о работе</w:t>
      </w:r>
      <w:r w:rsidRPr="00453BA2">
        <w:rPr>
          <w:b/>
          <w:color w:val="17365D"/>
        </w:rPr>
        <w:t xml:space="preserve"> </w:t>
      </w:r>
      <w:r w:rsidRPr="00453BA2">
        <w:rPr>
          <w:color w:val="17365D"/>
        </w:rPr>
        <w:t>учреждений системы здравоохранения, обслуживающих жителей муниципального округа Кузьминки за 2013 год  к сведению.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2. Признать работу ГБУЗ «Городская поликлиника  №9 Департамента здравоохранения города Москвы» в 2013 году удовлетворительной.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3. Рекомендовать главному врачу ГБУЗ «Городская поликлиника  №9 Департамента здравоохранения города Москвы» в 2014 году: 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1)  улучшить  работу участковых врачей по оказанию медицинской помощи населению;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2) взять под личный контроль вопрос о капитальном ремонте Филиала №2;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3) решить вопрос о подключении высокотехнологичного медицинского оборудования  в Филиалах  №1 и №2 в указанные сроки; 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4.  Депутатам Совета депутатов муниципального округа Кузьминки использовать представленные материалы отчета в работе с избирателями.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5. Направить настоящее решение в  Департамент здравоохранения города Москвы и Департамент территориальных органов исполнительной власти города Москвы.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6.   Настоящее решение вступает в силу со дня принятия.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7. Опубликовать настоящее решение в бюллетене «Московский муниципальный вестник» и разместить на официальном сайте  муниципального округа Кузьминки.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8.  Контроль за выполнением настоящего решения возложить на главу муниципального округа Кузьминки  </w:t>
      </w:r>
      <w:r w:rsidRPr="00453BA2">
        <w:rPr>
          <w:i/>
          <w:color w:val="17365D"/>
        </w:rPr>
        <w:t>Калабекова Алана Лазаревича</w:t>
      </w:r>
      <w:r w:rsidRPr="00453BA2">
        <w:rPr>
          <w:color w:val="17365D"/>
        </w:rPr>
        <w:t>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</w:p>
    <w:p w:rsidR="005502BA" w:rsidRPr="00453BA2" w:rsidRDefault="005502BA" w:rsidP="00453BA2">
      <w:pPr>
        <w:spacing w:after="0" w:line="228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Pr="00453BA2" w:rsidRDefault="005502BA" w:rsidP="00453BA2">
      <w:pPr>
        <w:spacing w:after="0" w:line="228" w:lineRule="auto"/>
        <w:jc w:val="both"/>
        <w:rPr>
          <w:rFonts w:ascii="Times New Roman" w:hAnsi="Times New Roman"/>
          <w:b/>
          <w:bCs/>
          <w:color w:val="17365D"/>
          <w:spacing w:val="-3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Глава </w:t>
      </w:r>
      <w:r w:rsidRPr="00453BA2">
        <w:rPr>
          <w:rFonts w:ascii="Times New Roman" w:hAnsi="Times New Roman"/>
          <w:b/>
          <w:bCs/>
          <w:color w:val="17365D"/>
          <w:spacing w:val="-3"/>
          <w:sz w:val="28"/>
          <w:szCs w:val="28"/>
        </w:rPr>
        <w:t>муниципального</w:t>
      </w:r>
    </w:p>
    <w:p w:rsidR="005502BA" w:rsidRDefault="005502BA" w:rsidP="00453BA2">
      <w:pPr>
        <w:spacing w:after="0" w:line="228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bCs/>
          <w:color w:val="17365D"/>
          <w:spacing w:val="-3"/>
          <w:sz w:val="28"/>
          <w:szCs w:val="28"/>
        </w:rPr>
        <w:t xml:space="preserve"> округа </w:t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Кузьминки</w:t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  <w:t xml:space="preserve"> </w:t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            А.Л. Калабеков</w:t>
      </w:r>
    </w:p>
    <w:p w:rsidR="005502BA" w:rsidRDefault="005502BA" w:rsidP="00453BA2">
      <w:pPr>
        <w:spacing w:after="0" w:line="228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Default="005502BA" w:rsidP="00453BA2">
      <w:pPr>
        <w:spacing w:after="0" w:line="228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Default="005502BA" w:rsidP="00453BA2">
      <w:pPr>
        <w:spacing w:after="0" w:line="228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Pr="00453BA2" w:rsidRDefault="005502BA" w:rsidP="00453BA2">
      <w:pPr>
        <w:spacing w:after="0" w:line="228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Default="005502BA" w:rsidP="00453BA2">
      <w:pPr>
        <w:pStyle w:val="PlainText"/>
        <w:rPr>
          <w:rFonts w:ascii="Vrinda" w:hAnsi="Vrinda" w:cs="Vrinda"/>
          <w:color w:val="800000"/>
          <w:sz w:val="32"/>
          <w:szCs w:val="32"/>
        </w:rPr>
      </w:pPr>
      <w:r>
        <w:rPr>
          <w:rFonts w:ascii="Verdana" w:hAnsi="Verdana" w:cs="Vrinda"/>
          <w:color w:val="800000"/>
          <w:sz w:val="32"/>
          <w:szCs w:val="32"/>
        </w:rPr>
        <w:t xml:space="preserve">                                  РЕШЕНИЕ                            </w:t>
      </w:r>
    </w:p>
    <w:p w:rsidR="005502BA" w:rsidRDefault="005502BA" w:rsidP="00453BA2">
      <w:pPr>
        <w:jc w:val="both"/>
        <w:rPr>
          <w:rFonts w:ascii="Times New Roman" w:hAnsi="Times New Roman"/>
          <w:sz w:val="24"/>
          <w:szCs w:val="24"/>
        </w:rPr>
      </w:pPr>
    </w:p>
    <w:p w:rsidR="005502BA" w:rsidRPr="00453BA2" w:rsidRDefault="005502BA" w:rsidP="00453BA2">
      <w:pPr>
        <w:jc w:val="both"/>
        <w:rPr>
          <w:rFonts w:ascii="Times New Roman" w:hAnsi="Times New Roman"/>
          <w:color w:val="17365D"/>
          <w:sz w:val="28"/>
          <w:szCs w:val="28"/>
        </w:rPr>
      </w:pPr>
      <w:r w:rsidRPr="00453BA2">
        <w:rPr>
          <w:rFonts w:ascii="Times New Roman" w:hAnsi="Times New Roman"/>
          <w:color w:val="17365D"/>
          <w:sz w:val="28"/>
          <w:szCs w:val="28"/>
        </w:rPr>
        <w:t>18.03.2014 года  № 4/2</w:t>
      </w:r>
    </w:p>
    <w:p w:rsidR="005502BA" w:rsidRPr="00453BA2" w:rsidRDefault="005502BA" w:rsidP="00453BA2">
      <w:pPr>
        <w:tabs>
          <w:tab w:val="left" w:pos="142"/>
          <w:tab w:val="left" w:pos="5245"/>
        </w:tabs>
        <w:spacing w:after="0"/>
        <w:ind w:right="4110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5502BA" w:rsidRPr="00453BA2" w:rsidRDefault="005502BA" w:rsidP="00453BA2">
      <w:pPr>
        <w:tabs>
          <w:tab w:val="left" w:pos="142"/>
          <w:tab w:val="left" w:pos="5245"/>
        </w:tabs>
        <w:spacing w:after="0"/>
        <w:ind w:left="142" w:right="4110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Об информации директора ГБУ ТЦСО «Кузьминки» ДСЗН города Москвы  о       работе ГБУ ТЦСО «Кузьминки» ДСЗН  города Москвы в 2013 году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</w:p>
    <w:p w:rsidR="005502BA" w:rsidRPr="00453BA2" w:rsidRDefault="005502BA" w:rsidP="00453BA2">
      <w:pPr>
        <w:pStyle w:val="BodyTextIndent"/>
        <w:ind w:firstLine="700"/>
        <w:rPr>
          <w:b/>
          <w:color w:val="17365D"/>
        </w:rPr>
      </w:pPr>
      <w:r w:rsidRPr="00453BA2">
        <w:rPr>
          <w:color w:val="17365D"/>
        </w:rPr>
        <w:t>Заслушав, в соответствии с пунктом 6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и постановлением Правительства Москвы от 10 сентября 2012 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 ежегодную информацию директора  о работе</w:t>
      </w:r>
      <w:r w:rsidRPr="00453BA2">
        <w:rPr>
          <w:b/>
          <w:color w:val="17365D"/>
        </w:rPr>
        <w:t xml:space="preserve"> </w:t>
      </w:r>
      <w:r w:rsidRPr="00453BA2">
        <w:rPr>
          <w:color w:val="17365D"/>
        </w:rPr>
        <w:t xml:space="preserve">ГБУ ТЦСО «Кузьминки»  ДСЗН города Москвы  в 2013 году, </w:t>
      </w:r>
      <w:r w:rsidRPr="00453BA2">
        <w:rPr>
          <w:b/>
          <w:color w:val="17365D"/>
        </w:rPr>
        <w:t>Совет депутатов муниципального округа Кузьминки решил: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1. Принять информацию о работе</w:t>
      </w:r>
      <w:r w:rsidRPr="00453BA2">
        <w:rPr>
          <w:b/>
          <w:color w:val="17365D"/>
        </w:rPr>
        <w:t xml:space="preserve"> </w:t>
      </w:r>
      <w:r w:rsidRPr="00453BA2">
        <w:rPr>
          <w:color w:val="17365D"/>
        </w:rPr>
        <w:t>ГБУ ТЦСО «Кузьминки»  ДСЗН  города Москвы в 2013 году к сведению.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2. Отметить, что работа ГБУ ТЦСО «Кузьминки»  ДСЗН города Москвы </w:t>
      </w:r>
      <w:r w:rsidRPr="00453BA2">
        <w:rPr>
          <w:color w:val="17365D"/>
          <w:sz w:val="27"/>
          <w:szCs w:val="27"/>
        </w:rPr>
        <w:t xml:space="preserve"> </w:t>
      </w:r>
      <w:r w:rsidRPr="00453BA2">
        <w:rPr>
          <w:color w:val="17365D"/>
        </w:rPr>
        <w:t>в 2013 году была организована на высоком профессиональном уровне, результаты деятельности которой  получили заслуженную благодарность руководителей общественных организаций и жителей района Кузьминки.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3. Рекомендовать ГБУ ТЦСО «Кузьминки»  ДСЗН города Москвы </w:t>
      </w:r>
      <w:r w:rsidRPr="00453BA2">
        <w:rPr>
          <w:color w:val="17365D"/>
          <w:sz w:val="27"/>
          <w:szCs w:val="27"/>
        </w:rPr>
        <w:t xml:space="preserve"> в 2014 </w:t>
      </w:r>
      <w:r w:rsidRPr="00453BA2">
        <w:rPr>
          <w:color w:val="17365D"/>
        </w:rPr>
        <w:t>году продолжить предоставление  услуг для населения муниципального округа Кузьминки на высоком уровне.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4. Направить настоящее решение в Управление социальной защиты населения Юго-Восточного административного округа, Департамент социальной защиты населения города Москвы, Департамент территориальных органов исполнительной власти города Москвы</w:t>
      </w:r>
      <w:r w:rsidRPr="00453BA2">
        <w:rPr>
          <w:i/>
          <w:color w:val="17365D"/>
        </w:rPr>
        <w:t>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5.  Настоящее решение вступает в силу со дня его принятия.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>6. Опубликовать настоящее решение в бюллетене «Московский муниципальный вестник» и разместить на официальном сайте  муниципального округа Кузьминки.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  <w:r w:rsidRPr="00453BA2">
        <w:rPr>
          <w:color w:val="17365D"/>
        </w:rPr>
        <w:t xml:space="preserve">7. Контроль за исполнением настоящего решения возложить на главу муниципального округа Кузьминки  </w:t>
      </w:r>
      <w:r w:rsidRPr="00453BA2">
        <w:rPr>
          <w:i/>
          <w:color w:val="17365D"/>
        </w:rPr>
        <w:t>Калабекова Алана Лазаревича</w:t>
      </w:r>
      <w:r w:rsidRPr="00453BA2">
        <w:rPr>
          <w:color w:val="17365D"/>
        </w:rPr>
        <w:t>.</w:t>
      </w:r>
    </w:p>
    <w:p w:rsidR="005502BA" w:rsidRPr="00453BA2" w:rsidRDefault="005502BA" w:rsidP="00453BA2">
      <w:pPr>
        <w:pStyle w:val="BodyTextIndent"/>
        <w:ind w:firstLine="700"/>
        <w:rPr>
          <w:color w:val="17365D"/>
        </w:rPr>
      </w:pPr>
    </w:p>
    <w:p w:rsidR="005502BA" w:rsidRPr="00453BA2" w:rsidRDefault="005502BA" w:rsidP="00453BA2">
      <w:pPr>
        <w:spacing w:after="0" w:line="228" w:lineRule="auto"/>
        <w:ind w:left="709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Глава </w:t>
      </w:r>
      <w:r w:rsidRPr="00453BA2">
        <w:rPr>
          <w:rFonts w:ascii="Times New Roman" w:hAnsi="Times New Roman"/>
          <w:b/>
          <w:bCs/>
          <w:color w:val="17365D"/>
          <w:spacing w:val="-3"/>
          <w:sz w:val="28"/>
          <w:szCs w:val="28"/>
        </w:rPr>
        <w:t>муниципального округа</w:t>
      </w:r>
    </w:p>
    <w:p w:rsidR="005502BA" w:rsidRPr="00453BA2" w:rsidRDefault="005502BA" w:rsidP="00453BA2">
      <w:pPr>
        <w:ind w:left="709"/>
        <w:rPr>
          <w:color w:val="17365D"/>
        </w:rPr>
      </w:pPr>
      <w:r w:rsidRPr="00453BA2">
        <w:rPr>
          <w:rFonts w:ascii="Times New Roman" w:hAnsi="Times New Roman"/>
          <w:b/>
          <w:color w:val="17365D"/>
          <w:sz w:val="28"/>
          <w:szCs w:val="28"/>
        </w:rPr>
        <w:t>Кузьминки</w:t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color w:val="17365D"/>
          <w:sz w:val="28"/>
          <w:szCs w:val="28"/>
        </w:rPr>
        <w:tab/>
        <w:t xml:space="preserve"> </w:t>
      </w:r>
      <w:r w:rsidRPr="00453BA2">
        <w:rPr>
          <w:rFonts w:ascii="Times New Roman" w:hAnsi="Times New Roman"/>
          <w:color w:val="17365D"/>
          <w:sz w:val="28"/>
          <w:szCs w:val="28"/>
        </w:rPr>
        <w:tab/>
      </w:r>
      <w:r w:rsidRPr="00453BA2">
        <w:rPr>
          <w:rFonts w:ascii="Times New Roman" w:hAnsi="Times New Roman"/>
          <w:b/>
          <w:color w:val="17365D"/>
          <w:sz w:val="28"/>
          <w:szCs w:val="28"/>
        </w:rPr>
        <w:t xml:space="preserve">              А.Л. Калабеков</w:t>
      </w:r>
    </w:p>
    <w:p w:rsidR="005502BA" w:rsidRPr="00453BA2" w:rsidRDefault="005502BA">
      <w:pPr>
        <w:rPr>
          <w:color w:val="17365D"/>
        </w:rPr>
      </w:pPr>
    </w:p>
    <w:sectPr w:rsidR="005502BA" w:rsidRPr="00453BA2" w:rsidSect="005552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BA2"/>
    <w:rsid w:val="00012B93"/>
    <w:rsid w:val="0007586D"/>
    <w:rsid w:val="002D678B"/>
    <w:rsid w:val="002E4BB1"/>
    <w:rsid w:val="00453BA2"/>
    <w:rsid w:val="005502BA"/>
    <w:rsid w:val="0055521A"/>
    <w:rsid w:val="005A6A7F"/>
    <w:rsid w:val="0075301E"/>
    <w:rsid w:val="00801561"/>
    <w:rsid w:val="008E3B5A"/>
    <w:rsid w:val="00C62D60"/>
    <w:rsid w:val="00CF7A9E"/>
    <w:rsid w:val="00EF3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A9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53BA2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53BA2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453BA2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53BA2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07586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1513</Words>
  <Characters>8630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2014-07-23T09:33:00Z</dcterms:created>
  <dcterms:modified xsi:type="dcterms:W3CDTF">2014-07-25T09:06:00Z</dcterms:modified>
</cp:coreProperties>
</file>